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A4931" w14:textId="24DF3399" w:rsidR="002D2181" w:rsidRDefault="00A65F53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  <w:r w:rsidRPr="003708AE">
        <w:rPr>
          <w:rFonts w:ascii="Garamond" w:hAnsi="Garamond"/>
          <w:b/>
          <w:sz w:val="20"/>
          <w:szCs w:val="20"/>
        </w:rPr>
        <w:t>Allegato A</w:t>
      </w:r>
    </w:p>
    <w:p w14:paraId="21CB42A9" w14:textId="0DC90B37" w:rsidR="00A41521" w:rsidRDefault="00A41521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p w14:paraId="0857D1A3" w14:textId="2C121629" w:rsidR="00A41521" w:rsidRDefault="00A41521" w:rsidP="00987807">
      <w:pPr>
        <w:spacing w:after="120" w:line="240" w:lineRule="auto"/>
        <w:jc w:val="both"/>
        <w:rPr>
          <w:rFonts w:cs="Calibri"/>
        </w:rPr>
      </w:pPr>
    </w:p>
    <w:p w14:paraId="4CE8E25C" w14:textId="1387B5D1" w:rsidR="00A41521" w:rsidRPr="00A41521" w:rsidRDefault="00A41521" w:rsidP="00A41521">
      <w:pPr>
        <w:spacing w:after="120" w:line="240" w:lineRule="auto"/>
        <w:jc w:val="center"/>
        <w:rPr>
          <w:rFonts w:ascii="Garamond" w:hAnsi="Garamond" w:cs="Calibri"/>
          <w:b/>
          <w:bCs/>
          <w:sz w:val="20"/>
          <w:szCs w:val="20"/>
        </w:rPr>
      </w:pPr>
      <w:r w:rsidRPr="00A41521">
        <w:rPr>
          <w:rFonts w:ascii="Garamond" w:hAnsi="Garamond" w:cs="Calibri"/>
          <w:b/>
          <w:bCs/>
          <w:sz w:val="20"/>
          <w:szCs w:val="20"/>
        </w:rPr>
        <w:t>SOSTEGNO</w:t>
      </w:r>
    </w:p>
    <w:p w14:paraId="178706BE" w14:textId="77777777" w:rsidR="00A41521" w:rsidRPr="00DF0EE7" w:rsidRDefault="00A41521" w:rsidP="00A41521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Scheda di osservazione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008"/>
        <w:gridCol w:w="1431"/>
        <w:gridCol w:w="671"/>
        <w:gridCol w:w="284"/>
        <w:gridCol w:w="2500"/>
      </w:tblGrid>
      <w:tr w:rsidR="00A41521" w:rsidRPr="00DF0EE7" w14:paraId="656634EA" w14:textId="7777777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321A6CA2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6894" w:type="dxa"/>
            <w:gridSpan w:val="5"/>
            <w:shd w:val="clear" w:color="auto" w:fill="auto"/>
            <w:vAlign w:val="center"/>
          </w:tcPr>
          <w:p w14:paraId="3AC652E0" w14:textId="03272389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0DE2FCDE" w14:textId="77777777" w:rsidTr="007B0E7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8D12C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Istituto scolastico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D487E" w14:textId="6CE8929B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2B4AEA00" w14:textId="77777777" w:rsidTr="007B0E7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0B841F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CD8914C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3EEE4DEC" w14:textId="77777777" w:rsidTr="007B0E7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FD039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Grado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40CD3" w14:textId="786C58E6" w:rsidR="00A41521" w:rsidRPr="00DF0EE7" w:rsidRDefault="003F161B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A41521" w:rsidRPr="00DF0EE7">
              <w:rPr>
                <w:rFonts w:eastAsia="Arial" w:cs="Calibri"/>
                <w:sz w:val="20"/>
                <w:szCs w:val="20"/>
              </w:rPr>
              <w:t xml:space="preserve"> </w:t>
            </w:r>
            <w:r w:rsidR="00A41521" w:rsidRPr="00DF0EE7">
              <w:rPr>
                <w:rFonts w:cs="Calibri"/>
                <w:sz w:val="20"/>
                <w:szCs w:val="20"/>
              </w:rPr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CC6B4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FCF3E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Pr="00DF0EE7">
              <w:rPr>
                <w:rFonts w:cs="Calibri"/>
                <w:sz w:val="20"/>
                <w:szCs w:val="20"/>
              </w:rPr>
              <w:t xml:space="preserve"> secondaria di</w:t>
            </w:r>
            <w:proofErr w:type="gramStart"/>
            <w:r w:rsidRPr="00DF0EE7">
              <w:rPr>
                <w:rFonts w:cs="Calibri"/>
                <w:sz w:val="20"/>
                <w:szCs w:val="20"/>
              </w:rPr>
              <w:t xml:space="preserve"> .…</w:t>
            </w:r>
            <w:proofErr w:type="gramEnd"/>
            <w:r w:rsidRPr="00DF0EE7">
              <w:rPr>
                <w:rFonts w:cs="Calibri"/>
                <w:sz w:val="20"/>
                <w:szCs w:val="20"/>
              </w:rPr>
              <w:t>. grado</w:t>
            </w:r>
          </w:p>
        </w:tc>
      </w:tr>
      <w:tr w:rsidR="00A41521" w:rsidRPr="00DF0EE7" w14:paraId="032D1EDF" w14:textId="77777777" w:rsidTr="007B0E7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02CC0" w14:textId="77777777" w:rsidR="00A41521" w:rsidRPr="00DF0EE7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  <w:p w14:paraId="6E31AFAB" w14:textId="77777777" w:rsidR="00A41521" w:rsidRPr="00DF0EE7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</w:tr>
      <w:tr w:rsidR="00A41521" w:rsidRPr="00DF0EE7" w14:paraId="3C49E74C" w14:textId="77777777" w:rsidTr="007B0E71">
        <w:trPr>
          <w:jc w:val="center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75060C47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1F3A3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C77BA" w14:textId="5138BA05" w:rsidR="00A41521" w:rsidRPr="00DF0EE7" w:rsidRDefault="009A2509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A41521" w:rsidRPr="00DF0EE7">
              <w:rPr>
                <w:rFonts w:cs="Calibri"/>
                <w:sz w:val="20"/>
                <w:szCs w:val="20"/>
              </w:rPr>
              <w:t xml:space="preserve"> </w:t>
            </w:r>
            <w:r w:rsidR="00A41521" w:rsidRPr="00DF0EE7">
              <w:rPr>
                <w:rFonts w:cs="Calibri"/>
                <w:b/>
                <w:sz w:val="20"/>
                <w:szCs w:val="20"/>
                <w:u w:val="single"/>
              </w:rPr>
              <w:t>non</w:t>
            </w:r>
            <w:r w:rsidR="00A41521"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</w:tr>
      <w:tr w:rsidR="00A41521" w:rsidRPr="00DF0EE7" w14:paraId="2BBD9D97" w14:textId="77777777" w:rsidTr="007B0E71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B2872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B9573" w14:textId="77777777" w:rsidR="00A41521" w:rsidRPr="00DF0EE7" w:rsidRDefault="00A41521" w:rsidP="007B0E71">
            <w:pPr>
              <w:spacing w:before="120" w:after="12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13651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N. ……………. di ………</w:t>
            </w:r>
            <w:proofErr w:type="gramStart"/>
            <w:r w:rsidRPr="00DF0EE7">
              <w:rPr>
                <w:rFonts w:cs="Calibri"/>
                <w:sz w:val="20"/>
                <w:szCs w:val="20"/>
              </w:rPr>
              <w:t>…….</w:t>
            </w:r>
            <w:proofErr w:type="gramEnd"/>
          </w:p>
        </w:tc>
      </w:tr>
      <w:tr w:rsidR="00A41521" w:rsidRPr="00DF0EE7" w14:paraId="61781A36" w14:textId="77777777" w:rsidTr="007B0E7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536D5E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2F977BE0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2A84BD0F" w14:textId="77777777" w:rsidTr="007B0E71">
        <w:trPr>
          <w:jc w:val="center"/>
        </w:trPr>
        <w:tc>
          <w:tcPr>
            <w:tcW w:w="9163" w:type="dxa"/>
            <w:gridSpan w:val="6"/>
            <w:shd w:val="clear" w:color="auto" w:fill="D9D9D9"/>
            <w:vAlign w:val="center"/>
          </w:tcPr>
          <w:p w14:paraId="579281A7" w14:textId="77777777" w:rsidR="00A41521" w:rsidRPr="00DF0EE7" w:rsidRDefault="00A41521" w:rsidP="007B0E7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Informazioni di contesto</w:t>
            </w:r>
          </w:p>
        </w:tc>
      </w:tr>
      <w:tr w:rsidR="00A41521" w:rsidRPr="00DF0EE7" w14:paraId="386D479E" w14:textId="7777777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4155B6AD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Plesso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104DD69A" w14:textId="27D44507" w:rsidR="00A41521" w:rsidRPr="00DF0EE7" w:rsidRDefault="00B2171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Scarpellini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152E9DED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39704065" w14:textId="7777777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53614CEB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Classe/Sezione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56D0A903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14:paraId="1DF0C989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6B791FA4" w14:textId="7777777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2263424D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N. alunni ……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54F3551E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maschi …… femmine ……</w:t>
            </w:r>
          </w:p>
          <w:p w14:paraId="1615553D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disabilità</w:t>
            </w:r>
          </w:p>
          <w:p w14:paraId="4B73C9DE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DSA</w:t>
            </w:r>
          </w:p>
          <w:p w14:paraId="34143925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stranieri</w:t>
            </w:r>
          </w:p>
          <w:p w14:paraId="06E0FEB6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altri BES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00983D6D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020844EF" w14:textId="7777777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20BFB464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Ambiente in cui si svolge l’osservazione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75782F3A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Aula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Palestra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Mensa</w:t>
            </w:r>
          </w:p>
          <w:p w14:paraId="1EB8A82D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Laboratorio di ……………………………….</w:t>
            </w:r>
          </w:p>
          <w:p w14:paraId="2D18939A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Cortile della scuola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Altro ___________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22E338D7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A41521" w:rsidRPr="00DF0EE7" w14:paraId="6A8BA2B1" w14:textId="7777777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12493A7A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Caratteristiche salienti dell’ambiente</w:t>
            </w:r>
          </w:p>
          <w:p w14:paraId="1E550FE6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404FB02A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14:paraId="4C260B48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14:paraId="58F84972" w14:textId="77777777" w:rsidTr="007B0E7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D62D4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52286" w14:textId="77777777"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A61C5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7C59C67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30E1373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E0D22AD" w14:textId="77777777"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8268B55" w14:textId="77777777" w:rsidR="00A41521" w:rsidRDefault="00A41521" w:rsidP="00A41521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0E10373D" w14:textId="73A03F5E" w:rsidR="00A41521" w:rsidRDefault="00A41521" w:rsidP="00A41521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Indicatori ai fini dell’osservazione nonché della valutazione prevista all’articolo 13, comma 3 del decreto.</w:t>
      </w:r>
    </w:p>
    <w:p w14:paraId="75B67480" w14:textId="77777777" w:rsidR="00A41521" w:rsidRPr="00A41521" w:rsidRDefault="00A41521" w:rsidP="00A41521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3133"/>
        <w:gridCol w:w="3133"/>
        <w:gridCol w:w="1398"/>
      </w:tblGrid>
      <w:tr w:rsidR="00A41521" w:rsidRPr="00DF0EE7" w14:paraId="3AA27C6A" w14:textId="77777777" w:rsidTr="00B21711">
        <w:trPr>
          <w:jc w:val="center"/>
        </w:trPr>
        <w:tc>
          <w:tcPr>
            <w:tcW w:w="9639" w:type="dxa"/>
            <w:gridSpan w:val="4"/>
            <w:shd w:val="clear" w:color="auto" w:fill="D9D9D9"/>
          </w:tcPr>
          <w:p w14:paraId="1F23C753" w14:textId="77777777" w:rsidR="00A41521" w:rsidRPr="00DF0EE7" w:rsidRDefault="00A41521" w:rsidP="007B0E7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Costruzione di ambienti di apprendimento positivi</w:t>
            </w:r>
            <w:r>
              <w:rPr>
                <w:rFonts w:cs="Calibri"/>
                <w:b/>
                <w:sz w:val="20"/>
                <w:szCs w:val="20"/>
              </w:rPr>
              <w:t xml:space="preserve"> e inclusivi</w:t>
            </w:r>
          </w:p>
        </w:tc>
      </w:tr>
      <w:tr w:rsidR="00A41521" w:rsidRPr="00DF0EE7" w14:paraId="0AE8B2EB" w14:textId="77777777" w:rsidTr="00B21711">
        <w:trPr>
          <w:jc w:val="center"/>
        </w:trPr>
        <w:tc>
          <w:tcPr>
            <w:tcW w:w="1975" w:type="dxa"/>
            <w:shd w:val="clear" w:color="auto" w:fill="D9D9D9"/>
            <w:vAlign w:val="center"/>
          </w:tcPr>
          <w:p w14:paraId="068BD05E" w14:textId="77777777" w:rsidR="00A41521" w:rsidRPr="00DF0EE7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14:paraId="3CC5622B" w14:textId="77777777" w:rsidR="00A41521" w:rsidRPr="00DF0EE7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14:paraId="7B53D20D" w14:textId="77777777" w:rsidR="00A41521" w:rsidRPr="00DF0EE7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398" w:type="dxa"/>
            <w:shd w:val="clear" w:color="auto" w:fill="D9D9D9"/>
            <w:vAlign w:val="center"/>
          </w:tcPr>
          <w:p w14:paraId="59AE3308" w14:textId="77777777" w:rsidR="00A41521" w:rsidRPr="00DF0EE7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41521" w:rsidRPr="005F4643" w14:paraId="1021B39B" w14:textId="77777777" w:rsidTr="00B21711">
        <w:trPr>
          <w:jc w:val="center"/>
        </w:trPr>
        <w:tc>
          <w:tcPr>
            <w:tcW w:w="1975" w:type="dxa"/>
            <w:vMerge w:val="restart"/>
            <w:shd w:val="clear" w:color="auto" w:fill="auto"/>
          </w:tcPr>
          <w:p w14:paraId="1C24A243" w14:textId="77777777" w:rsidR="00A41521" w:rsidRPr="00B21711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lastRenderedPageBreak/>
              <w:t>L’attività si svolge in un clima disteso e collaborativo. L’alunno con disabilità, considerato il PEI,</w:t>
            </w:r>
          </w:p>
        </w:tc>
        <w:tc>
          <w:tcPr>
            <w:tcW w:w="3133" w:type="dxa"/>
          </w:tcPr>
          <w:p w14:paraId="4471A35B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 xml:space="preserve">mostra attenzione </w:t>
            </w:r>
          </w:p>
        </w:tc>
        <w:tc>
          <w:tcPr>
            <w:tcW w:w="3133" w:type="dxa"/>
            <w:shd w:val="clear" w:color="auto" w:fill="auto"/>
          </w:tcPr>
          <w:p w14:paraId="5694AAAE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Presente</w:t>
            </w:r>
          </w:p>
          <w:p w14:paraId="2064C023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Saltuario e/o parziale</w:t>
            </w:r>
          </w:p>
          <w:p w14:paraId="542BB9E8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Assente</w:t>
            </w:r>
          </w:p>
          <w:p w14:paraId="2C87E627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Non pertinente all’attività osservata</w:t>
            </w:r>
          </w:p>
          <w:p w14:paraId="74953D15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</w:tcPr>
          <w:p w14:paraId="1C554372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E0926C9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6AEA22E3" w14:textId="77777777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14:paraId="77F3F8D4" w14:textId="77777777" w:rsidR="00A41521" w:rsidRPr="00B21711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659DCDB5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è coinvolto in modo attivo nelle attività proposte</w:t>
            </w:r>
          </w:p>
        </w:tc>
        <w:tc>
          <w:tcPr>
            <w:tcW w:w="3133" w:type="dxa"/>
            <w:shd w:val="clear" w:color="auto" w:fill="auto"/>
          </w:tcPr>
          <w:p w14:paraId="71E979C9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Presente</w:t>
            </w:r>
          </w:p>
          <w:p w14:paraId="24F1F67A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Saltuario e/o parziale</w:t>
            </w:r>
          </w:p>
          <w:p w14:paraId="718973DE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Assente</w:t>
            </w:r>
          </w:p>
          <w:p w14:paraId="412F0BC7" w14:textId="77777777"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44E39C25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3F84658E" w14:textId="77777777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14:paraId="33494A70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DB97AC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è a proprio agio nel chiedere spiegazioni, nell’effettuare interventi e nel rispondere alle domande dell’insegnante</w:t>
            </w:r>
          </w:p>
        </w:tc>
        <w:tc>
          <w:tcPr>
            <w:tcW w:w="3133" w:type="dxa"/>
            <w:shd w:val="clear" w:color="auto" w:fill="auto"/>
          </w:tcPr>
          <w:p w14:paraId="6FA8518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74C801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CDA8FF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7D153D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24893A0A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210760DD" w14:textId="77777777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14:paraId="5538BCD8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7CB1968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lavora per il tempo adeguato alle sue possibilità singolarmente o in gruppi, in autonomia, per portare a termine le attività predisposte appositamente dal docente</w:t>
            </w:r>
          </w:p>
        </w:tc>
        <w:tc>
          <w:tcPr>
            <w:tcW w:w="3133" w:type="dxa"/>
            <w:shd w:val="clear" w:color="auto" w:fill="auto"/>
          </w:tcPr>
          <w:p w14:paraId="43E81CF2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AAB456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7928A49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BCFF4C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63ED489B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735D8142" w14:textId="77777777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14:paraId="331BD01C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D0B8322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è incoraggiato a manifestare le proprie conoscenze e abilità</w:t>
            </w:r>
          </w:p>
        </w:tc>
        <w:tc>
          <w:tcPr>
            <w:tcW w:w="3133" w:type="dxa"/>
            <w:shd w:val="clear" w:color="auto" w:fill="auto"/>
          </w:tcPr>
          <w:p w14:paraId="4DB29BB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580BEE8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CCA9C5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3DC93A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2018D2D9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6B2EE5F0" w14:textId="77777777" w:rsidTr="00B21711">
        <w:trPr>
          <w:jc w:val="center"/>
        </w:trPr>
        <w:tc>
          <w:tcPr>
            <w:tcW w:w="1975" w:type="dxa"/>
            <w:vMerge w:val="restart"/>
            <w:shd w:val="clear" w:color="auto" w:fill="auto"/>
          </w:tcPr>
          <w:p w14:paraId="6534A42E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L’attività si svolge in un </w:t>
            </w:r>
            <w:r w:rsidRPr="005F4643">
              <w:rPr>
                <w:rFonts w:eastAsia="Arial" w:cs="Calibri"/>
                <w:b/>
                <w:sz w:val="20"/>
                <w:szCs w:val="20"/>
              </w:rPr>
              <w:t>clima</w:t>
            </w:r>
            <w:r w:rsidRPr="005F4643">
              <w:rPr>
                <w:rFonts w:eastAsia="Arial" w:cs="Calibri"/>
                <w:sz w:val="20"/>
                <w:szCs w:val="20"/>
              </w:rPr>
              <w:t xml:space="preserve"> disteso e collaborativo. Il docente SOS</w:t>
            </w:r>
          </w:p>
        </w:tc>
        <w:tc>
          <w:tcPr>
            <w:tcW w:w="3133" w:type="dxa"/>
            <w:vAlign w:val="center"/>
          </w:tcPr>
          <w:p w14:paraId="2F8B656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ha adattato con chiarezza il percorso suddividendo i contenuti e predisponendo strumenti adeguati</w:t>
            </w:r>
          </w:p>
        </w:tc>
        <w:tc>
          <w:tcPr>
            <w:tcW w:w="3133" w:type="dxa"/>
            <w:shd w:val="clear" w:color="auto" w:fill="auto"/>
          </w:tcPr>
          <w:p w14:paraId="11BF1C4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BADB30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1B9F37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5BD6FC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5F76C9F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11FE4EC3" w14:textId="77777777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14:paraId="013826E5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6238D8A9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ha adeguato i materiali ai diversi livelli di abilità e ai diversi stili cognitivi degli alunni</w:t>
            </w:r>
          </w:p>
        </w:tc>
        <w:tc>
          <w:tcPr>
            <w:tcW w:w="3133" w:type="dxa"/>
            <w:shd w:val="clear" w:color="auto" w:fill="auto"/>
          </w:tcPr>
          <w:p w14:paraId="39DCB17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29056D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660CD6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AB3B01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3A7768DA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5F72746F" w14:textId="77777777" w:rsidTr="00B21711">
        <w:trPr>
          <w:jc w:val="center"/>
        </w:trPr>
        <w:tc>
          <w:tcPr>
            <w:tcW w:w="1975" w:type="dxa"/>
            <w:shd w:val="clear" w:color="auto" w:fill="auto"/>
          </w:tcPr>
          <w:p w14:paraId="642040F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Le figure presenti (colleghi curricolari, educatore, assistenti)  </w:t>
            </w:r>
          </w:p>
        </w:tc>
        <w:tc>
          <w:tcPr>
            <w:tcW w:w="3133" w:type="dxa"/>
          </w:tcPr>
          <w:p w14:paraId="4469316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sono coinvolte in modo attivo nelle attività proposte</w:t>
            </w:r>
          </w:p>
        </w:tc>
        <w:tc>
          <w:tcPr>
            <w:tcW w:w="3133" w:type="dxa"/>
            <w:shd w:val="clear" w:color="auto" w:fill="auto"/>
          </w:tcPr>
          <w:p w14:paraId="1299F97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8032B8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CA9E52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CCA21A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017ACF61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2E2C9E1C" w14:textId="77777777" w:rsidTr="00B21711">
        <w:trPr>
          <w:jc w:val="center"/>
        </w:trPr>
        <w:tc>
          <w:tcPr>
            <w:tcW w:w="1975" w:type="dxa"/>
            <w:shd w:val="clear" w:color="auto" w:fill="auto"/>
          </w:tcPr>
          <w:p w14:paraId="44E9A902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Lo </w:t>
            </w:r>
            <w:r w:rsidRPr="005F4643">
              <w:rPr>
                <w:rFonts w:cs="Calibri"/>
                <w:b/>
                <w:bCs/>
                <w:sz w:val="20"/>
                <w:szCs w:val="20"/>
              </w:rPr>
              <w:t>spazio</w:t>
            </w:r>
            <w:r w:rsidRPr="005F4643">
              <w:rPr>
                <w:rFonts w:cs="Calibri"/>
                <w:sz w:val="20"/>
                <w:szCs w:val="20"/>
              </w:rPr>
              <w:t xml:space="preserve"> è gestito in maniera funzionale alle attività proposte. </w:t>
            </w:r>
            <w:r w:rsidRPr="005F4643">
              <w:rPr>
                <w:rFonts w:eastAsia="Arial" w:cs="Calibri"/>
                <w:sz w:val="20"/>
                <w:szCs w:val="20"/>
              </w:rPr>
              <w:t xml:space="preserve">Il setting </w:t>
            </w:r>
            <w:proofErr w:type="gramStart"/>
            <w:r w:rsidRPr="005F4643">
              <w:rPr>
                <w:rFonts w:eastAsia="Arial" w:cs="Calibri"/>
                <w:sz w:val="20"/>
                <w:szCs w:val="20"/>
              </w:rPr>
              <w:t>d’aula….</w:t>
            </w:r>
            <w:proofErr w:type="gramEnd"/>
          </w:p>
        </w:tc>
        <w:tc>
          <w:tcPr>
            <w:tcW w:w="3133" w:type="dxa"/>
          </w:tcPr>
          <w:p w14:paraId="53057922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È predisposto, con l’insegnante curricolare, in modo efficace: il docente SOS organizza e alterna gli spazi a disposizione per l’intervento con l’alunno con disabilità in modo che i momenti scolastici e le attività proposte siano efficaci.</w:t>
            </w:r>
          </w:p>
        </w:tc>
        <w:tc>
          <w:tcPr>
            <w:tcW w:w="3133" w:type="dxa"/>
            <w:shd w:val="clear" w:color="auto" w:fill="auto"/>
          </w:tcPr>
          <w:p w14:paraId="1404EB2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BBE6D9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73802B8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713A24E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□ Non pertinente all’attività osservata </w:t>
            </w:r>
          </w:p>
        </w:tc>
        <w:tc>
          <w:tcPr>
            <w:tcW w:w="1398" w:type="dxa"/>
            <w:shd w:val="clear" w:color="auto" w:fill="auto"/>
          </w:tcPr>
          <w:p w14:paraId="67465B55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12AB348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58BD5CCF" w14:textId="77777777" w:rsidTr="00B21711">
        <w:trPr>
          <w:jc w:val="center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14:paraId="00BA608F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Il </w:t>
            </w:r>
            <w:r w:rsidRPr="005F4643">
              <w:rPr>
                <w:rFonts w:cs="Calibri"/>
                <w:b/>
                <w:bCs/>
                <w:sz w:val="20"/>
                <w:szCs w:val="20"/>
              </w:rPr>
              <w:t>tempo</w:t>
            </w:r>
          </w:p>
        </w:tc>
        <w:tc>
          <w:tcPr>
            <w:tcW w:w="3133" w:type="dxa"/>
          </w:tcPr>
          <w:p w14:paraId="0916ECE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è scandito e diversificato e </w:t>
            </w:r>
            <w:r w:rsidRPr="005F4643">
              <w:rPr>
                <w:rFonts w:cs="Calibri"/>
                <w:sz w:val="20"/>
                <w:szCs w:val="20"/>
              </w:rPr>
              <w:t>utilizzato in modo efficace alternando le attività con l’alunno con disabilità in modo che siano adeguate ai tempi di attenzione e collaborazione dell’alunno.</w:t>
            </w:r>
          </w:p>
        </w:tc>
        <w:tc>
          <w:tcPr>
            <w:tcW w:w="3133" w:type="dxa"/>
            <w:shd w:val="clear" w:color="auto" w:fill="auto"/>
          </w:tcPr>
          <w:p w14:paraId="4F8AE7B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EE7D9E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F9FCF5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0E2BEB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14:paraId="45BC029F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739E633D" w14:textId="77777777" w:rsidR="00A41521" w:rsidRPr="005F4643" w:rsidRDefault="00A41521" w:rsidP="00A41521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</w:p>
    <w:p w14:paraId="1E520689" w14:textId="77777777" w:rsidR="00A41521" w:rsidRPr="005F4643" w:rsidRDefault="00A41521" w:rsidP="00A41521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  <w:r w:rsidRPr="005F4643">
        <w:rPr>
          <w:rFonts w:cs="Calibri"/>
          <w:sz w:val="20"/>
          <w:szCs w:val="20"/>
        </w:rPr>
        <w:br w:type="page"/>
      </w:r>
      <w:r w:rsidRPr="005F4643">
        <w:rPr>
          <w:rFonts w:cs="Calibri"/>
          <w:sz w:val="20"/>
          <w:szCs w:val="20"/>
        </w:rPr>
        <w:lastRenderedPageBreak/>
        <w:tab/>
      </w:r>
      <w:r w:rsidRPr="005F4643">
        <w:rPr>
          <w:rFonts w:eastAsia="Arial" w:cs="Calibri"/>
          <w:sz w:val="20"/>
          <w:szCs w:val="20"/>
        </w:rPr>
        <w:tab/>
      </w:r>
      <w:r w:rsidRPr="005F4643">
        <w:rPr>
          <w:rFonts w:eastAsia="Arial" w:cs="Calibri"/>
          <w:sz w:val="20"/>
          <w:szCs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3133"/>
        <w:gridCol w:w="3133"/>
        <w:gridCol w:w="3094"/>
      </w:tblGrid>
      <w:tr w:rsidR="00A41521" w:rsidRPr="005F4643" w14:paraId="3D6E9429" w14:textId="77777777" w:rsidTr="00B21711">
        <w:trPr>
          <w:jc w:val="center"/>
        </w:trPr>
        <w:tc>
          <w:tcPr>
            <w:tcW w:w="10343" w:type="dxa"/>
            <w:gridSpan w:val="4"/>
            <w:shd w:val="clear" w:color="auto" w:fill="D9D9D9"/>
          </w:tcPr>
          <w:p w14:paraId="4BD1747C" w14:textId="77777777" w:rsidR="00A41521" w:rsidRPr="005F4643" w:rsidRDefault="00A41521" w:rsidP="007B0E7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F4643">
              <w:rPr>
                <w:rFonts w:cs="Calibri"/>
                <w:b/>
                <w:sz w:val="20"/>
                <w:szCs w:val="20"/>
              </w:rPr>
              <w:t>Progettazione e realizzazione dell’azione didattico disciplinare</w:t>
            </w:r>
          </w:p>
        </w:tc>
      </w:tr>
      <w:tr w:rsidR="00A41521" w:rsidRPr="005F4643" w14:paraId="38AD1691" w14:textId="77777777" w:rsidTr="00B21711">
        <w:trPr>
          <w:jc w:val="center"/>
        </w:trPr>
        <w:tc>
          <w:tcPr>
            <w:tcW w:w="983" w:type="dxa"/>
            <w:shd w:val="clear" w:color="auto" w:fill="D9D9D9"/>
            <w:vAlign w:val="center"/>
          </w:tcPr>
          <w:p w14:paraId="5636BDF0" w14:textId="77777777"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14:paraId="0D218040" w14:textId="77777777"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14:paraId="5941C57B" w14:textId="77777777"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3094" w:type="dxa"/>
            <w:shd w:val="clear" w:color="auto" w:fill="D9D9D9"/>
            <w:vAlign w:val="center"/>
          </w:tcPr>
          <w:p w14:paraId="4B41DC4B" w14:textId="77777777"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41521" w:rsidRPr="005F4643" w14:paraId="0873A8B3" w14:textId="77777777" w:rsidTr="00B21711">
        <w:trPr>
          <w:jc w:val="center"/>
        </w:trPr>
        <w:tc>
          <w:tcPr>
            <w:tcW w:w="983" w:type="dxa"/>
            <w:vMerge w:val="restart"/>
            <w:shd w:val="clear" w:color="auto" w:fill="auto"/>
          </w:tcPr>
          <w:p w14:paraId="6347930A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Il docente ha </w:t>
            </w:r>
            <w:r w:rsidRPr="005F4643">
              <w:rPr>
                <w:rFonts w:cs="Calibri"/>
                <w:b/>
                <w:bCs/>
                <w:sz w:val="20"/>
                <w:szCs w:val="20"/>
              </w:rPr>
              <w:t>progettato</w:t>
            </w:r>
            <w:r w:rsidRPr="005F4643">
              <w:rPr>
                <w:rFonts w:cs="Calibri"/>
                <w:sz w:val="20"/>
                <w:szCs w:val="20"/>
              </w:rPr>
              <w:t xml:space="preserve"> l’attività didattica, in stretto raccordo col PEI</w:t>
            </w:r>
          </w:p>
        </w:tc>
        <w:tc>
          <w:tcPr>
            <w:tcW w:w="3133" w:type="dxa"/>
          </w:tcPr>
          <w:p w14:paraId="4BE0C2B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correlando i materiali ai diversi livelli di abilità e ai diversi stili cognitivi degli alunni</w:t>
            </w:r>
          </w:p>
        </w:tc>
        <w:tc>
          <w:tcPr>
            <w:tcW w:w="3133" w:type="dxa"/>
            <w:shd w:val="clear" w:color="auto" w:fill="auto"/>
          </w:tcPr>
          <w:p w14:paraId="089AEFC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AEC6999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1A9BEC0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ABB5D8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3100D838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49D9BC94" w14:textId="77777777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14:paraId="581B9206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34BDD67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con chiarezza, suddividendo i contenuti e predisponendo strumenti compensativi adeguati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71D91E0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16185A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551177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2FCC6E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066773FF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32FDF6CE" w14:textId="77777777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124436C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273B4EE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proofErr w:type="spellStart"/>
            <w:r w:rsidRPr="005F4643">
              <w:rPr>
                <w:rFonts w:eastAsia="Arial" w:cs="Calibri"/>
                <w:sz w:val="20"/>
                <w:szCs w:val="20"/>
              </w:rPr>
              <w:t>coprogettandola</w:t>
            </w:r>
            <w:proofErr w:type="spellEnd"/>
            <w:r w:rsidRPr="005F4643">
              <w:rPr>
                <w:rFonts w:eastAsia="Arial" w:cs="Calibri"/>
                <w:sz w:val="20"/>
                <w:szCs w:val="20"/>
              </w:rPr>
              <w:t xml:space="preserve"> con l’insegnante </w:t>
            </w:r>
            <w:proofErr w:type="gramStart"/>
            <w:r w:rsidRPr="005F4643">
              <w:rPr>
                <w:rFonts w:eastAsia="Arial" w:cs="Calibri"/>
                <w:sz w:val="20"/>
                <w:szCs w:val="20"/>
              </w:rPr>
              <w:t>curricolare  e</w:t>
            </w:r>
            <w:proofErr w:type="gramEnd"/>
            <w:r w:rsidRPr="005F4643">
              <w:rPr>
                <w:rFonts w:eastAsia="Arial" w:cs="Calibri"/>
                <w:sz w:val="20"/>
                <w:szCs w:val="20"/>
              </w:rPr>
              <w:t xml:space="preserve"> le eventuali altre figure di riferimento, visto il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94F483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19149D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1DCA358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174BBB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26520105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144EBFF5" w14:textId="77777777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14:paraId="53F21C72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A3A129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operando scelte pedagogiche finalizzate all’incremento dell’autonomia nell’ottica della scelta di vita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70E6ED49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629F49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7299346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A7CFED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284904ED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522D2627" w14:textId="77777777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14:paraId="2C26D4E6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68C24C8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prevedendo una tempistica congrua rispetto agli obiettivi di apprendimento comuni da raggiungere e al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00FFA4A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A5B5B1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4DC1D6A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0546F1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623624C3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15A776A4" w14:textId="77777777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14:paraId="291D93CA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6EBB7C4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tenendo conto degli obiettivi di apprendimento già raggiunti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99ABB9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01B013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170B979E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2C4580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3172A16C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34603406" w14:textId="77777777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47F333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2EDCA35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interagendo con i colleghi del team/consiglio di classe, al fine di considerare le interrelazioni tra le discipline/campi di esperienza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6172283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737D1B32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18931D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74AF049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00F0E3CF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031821AA" w14:textId="77777777" w:rsidTr="00B21711">
        <w:trPr>
          <w:jc w:val="center"/>
        </w:trPr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88A0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6793BDD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scegliendo nuclei disciplinari significativi e correlati agli obiettivi del gruppo classe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9E7B9E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9D48F7E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A9198C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EA0145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4E3930F6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6695F606" w14:textId="77777777" w:rsidTr="00B21711">
        <w:trPr>
          <w:jc w:val="center"/>
        </w:trPr>
        <w:tc>
          <w:tcPr>
            <w:tcW w:w="983" w:type="dxa"/>
            <w:shd w:val="clear" w:color="auto" w:fill="auto"/>
            <w:vAlign w:val="center"/>
          </w:tcPr>
          <w:p w14:paraId="4FD0377F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1EDDA9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prevedendo appropriati strumenti di osservazione/verifica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CE74FA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70E6DAF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36AE96E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78A07B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2555C5E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48838CFA" w14:textId="77777777" w:rsidTr="00B21711">
        <w:trPr>
          <w:jc w:val="center"/>
        </w:trPr>
        <w:tc>
          <w:tcPr>
            <w:tcW w:w="983" w:type="dxa"/>
            <w:vMerge w:val="restart"/>
            <w:shd w:val="clear" w:color="auto" w:fill="auto"/>
          </w:tcPr>
          <w:p w14:paraId="220C2C7B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Il docente ha svolto l’attività didattica</w:t>
            </w:r>
          </w:p>
        </w:tc>
        <w:tc>
          <w:tcPr>
            <w:tcW w:w="3133" w:type="dxa"/>
          </w:tcPr>
          <w:p w14:paraId="48133E87" w14:textId="77777777" w:rsidR="00A41521" w:rsidRPr="005F4643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esplicitandone gli obiettivi: mostra i materiali e comunica, in modo comprensibile all’alunno con disabilità (ad es. con supporti visivi…) l’attività o la sequenza delle attività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552A4B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E8530D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6AF320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A1DDC9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36A3E48C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67B9B1DB" w14:textId="77777777" w:rsidTr="00B21711">
        <w:trPr>
          <w:jc w:val="center"/>
        </w:trPr>
        <w:tc>
          <w:tcPr>
            <w:tcW w:w="983" w:type="dxa"/>
            <w:vMerge/>
            <w:shd w:val="clear" w:color="auto" w:fill="auto"/>
          </w:tcPr>
          <w:p w14:paraId="79C41C8C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3881CDE" w14:textId="6EEB8A4B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dando istruzioni accessibili all’alunno (esemplificazioni pratiche, visive, orali…) sulle procedure per svolgere un’attività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7C8742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701CA74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16492D1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053F2D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7F973ADA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41DF4EBC" w14:textId="77777777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9E917B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E3FBCA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alternando diverse attività e metodologie di insegnamento</w:t>
            </w:r>
          </w:p>
        </w:tc>
        <w:tc>
          <w:tcPr>
            <w:tcW w:w="3133" w:type="dxa"/>
            <w:shd w:val="clear" w:color="auto" w:fill="auto"/>
          </w:tcPr>
          <w:p w14:paraId="4E35C942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0076BA5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5D7CC3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2C2125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lastRenderedPageBreak/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0A45F63D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lastRenderedPageBreak/>
              <w:t>Specificare con un X:</w:t>
            </w:r>
          </w:p>
          <w:p w14:paraId="39042DD8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Spiegazione frontale</w:t>
            </w:r>
          </w:p>
          <w:p w14:paraId="705F8D55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</w:rPr>
              <w:t>Brain storming</w:t>
            </w:r>
          </w:p>
          <w:p w14:paraId="1CBDFC3A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lastRenderedPageBreak/>
              <w:t xml:space="preserve">….. </w:t>
            </w:r>
            <w:proofErr w:type="spellStart"/>
            <w:r w:rsidRPr="005F4643">
              <w:rPr>
                <w:rFonts w:cs="Calibri"/>
                <w:i/>
                <w:sz w:val="20"/>
                <w:szCs w:val="20"/>
              </w:rPr>
              <w:t>Problem</w:t>
            </w:r>
            <w:proofErr w:type="spellEnd"/>
            <w:r w:rsidRPr="005F4643">
              <w:rPr>
                <w:rFonts w:cs="Calibri"/>
                <w:i/>
                <w:sz w:val="20"/>
                <w:szCs w:val="20"/>
              </w:rPr>
              <w:t xml:space="preserve"> solving</w:t>
            </w:r>
            <w:r w:rsidRPr="005F4643">
              <w:rPr>
                <w:rFonts w:cs="Calibri"/>
                <w:sz w:val="20"/>
                <w:szCs w:val="20"/>
              </w:rPr>
              <w:t>/Stimolo alla riflessione attraverso domande mirate</w:t>
            </w:r>
          </w:p>
          <w:p w14:paraId="3F820AC5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Momenti di verifica formativa</w:t>
            </w:r>
          </w:p>
          <w:p w14:paraId="7AE40F44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Attività di manipolazione</w:t>
            </w:r>
          </w:p>
          <w:p w14:paraId="1A2A8C88" w14:textId="77777777" w:rsidR="00A41521" w:rsidRPr="00A41521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A41521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A41521">
              <w:rPr>
                <w:rFonts w:cs="Calibri"/>
                <w:i/>
                <w:sz w:val="20"/>
                <w:szCs w:val="20"/>
                <w:lang w:val="en-US"/>
              </w:rPr>
              <w:t>Flipped classroom</w:t>
            </w:r>
          </w:p>
          <w:p w14:paraId="6D5DF560" w14:textId="77777777" w:rsidR="00A41521" w:rsidRPr="00A41521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A41521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A41521">
              <w:rPr>
                <w:rFonts w:cs="Calibri"/>
                <w:i/>
                <w:sz w:val="20"/>
                <w:szCs w:val="20"/>
                <w:lang w:val="en-US"/>
              </w:rPr>
              <w:t xml:space="preserve">Role-Playing </w:t>
            </w:r>
          </w:p>
          <w:p w14:paraId="489B5803" w14:textId="77777777" w:rsidR="00A41521" w:rsidRPr="00A41521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A41521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A41521">
              <w:rPr>
                <w:rFonts w:cs="Calibri"/>
                <w:i/>
                <w:sz w:val="20"/>
                <w:szCs w:val="20"/>
                <w:lang w:val="en-US"/>
              </w:rPr>
              <w:t>Circle time</w:t>
            </w:r>
          </w:p>
          <w:p w14:paraId="0A8C59EA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</w:rPr>
              <w:t>Cooperative learning</w:t>
            </w:r>
          </w:p>
          <w:p w14:paraId="45620BEC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Lavoro di gruppo</w:t>
            </w:r>
          </w:p>
          <w:p w14:paraId="5D703320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</w:rPr>
              <w:t>Peer tutoring</w:t>
            </w:r>
          </w:p>
          <w:p w14:paraId="34663D06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(</w:t>
            </w:r>
            <w:r w:rsidRPr="005F4643">
              <w:rPr>
                <w:rFonts w:cs="Calibri"/>
                <w:i/>
                <w:sz w:val="20"/>
                <w:szCs w:val="20"/>
              </w:rPr>
              <w:t>Altro, da specificare)</w:t>
            </w:r>
          </w:p>
          <w:p w14:paraId="513FE652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_______________________</w:t>
            </w:r>
          </w:p>
          <w:p w14:paraId="1B73BB26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515B1D99" w14:textId="77777777" w:rsidTr="00B21711">
        <w:trPr>
          <w:jc w:val="center"/>
        </w:trPr>
        <w:tc>
          <w:tcPr>
            <w:tcW w:w="98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EDC6966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8C4457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integrando le tecnologie dell’informazione e della comunicazione all’interno dell’attività</w:t>
            </w:r>
          </w:p>
        </w:tc>
        <w:tc>
          <w:tcPr>
            <w:tcW w:w="3133" w:type="dxa"/>
            <w:shd w:val="clear" w:color="auto" w:fill="auto"/>
          </w:tcPr>
          <w:p w14:paraId="7CAAF20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4512D42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7E6284A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48817B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1402BCE5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Specificare con una X:</w:t>
            </w:r>
          </w:p>
          <w:p w14:paraId="481568DE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LIM, prevalentemente per proiezione </w:t>
            </w:r>
          </w:p>
          <w:p w14:paraId="7864F80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LIM, in modo interattivo</w:t>
            </w:r>
          </w:p>
          <w:p w14:paraId="548BBCD2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Tablet</w:t>
            </w:r>
          </w:p>
          <w:p w14:paraId="0FD79870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  <w:lang w:val="en-US"/>
              </w:rPr>
              <w:t>Computer based</w:t>
            </w:r>
          </w:p>
          <w:p w14:paraId="5CFFB37D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5F4643">
              <w:rPr>
                <w:rFonts w:cs="Calibri"/>
                <w:sz w:val="20"/>
                <w:szCs w:val="20"/>
                <w:lang w:val="en-US"/>
              </w:rPr>
              <w:t>….. BYOD (</w:t>
            </w:r>
            <w:r w:rsidRPr="005F4643">
              <w:rPr>
                <w:rFonts w:cs="Calibri"/>
                <w:i/>
                <w:sz w:val="20"/>
                <w:szCs w:val="20"/>
                <w:lang w:val="en-US"/>
              </w:rPr>
              <w:t>Bring your own device</w:t>
            </w:r>
            <w:r w:rsidRPr="005F4643">
              <w:rPr>
                <w:rFonts w:cs="Calibri"/>
                <w:sz w:val="20"/>
                <w:szCs w:val="20"/>
                <w:lang w:val="en-US"/>
              </w:rPr>
              <w:t>)</w:t>
            </w:r>
          </w:p>
          <w:p w14:paraId="5895A218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Navigazione in internet</w:t>
            </w:r>
          </w:p>
          <w:p w14:paraId="7F784AD5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Libro digitale/espansioni online</w:t>
            </w:r>
          </w:p>
          <w:p w14:paraId="44DBBE98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(Altro, da specificare) _______________________</w:t>
            </w:r>
          </w:p>
          <w:p w14:paraId="3D2BB8BE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56254F45" w14:textId="77777777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14:paraId="2F8B68D9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124226C0" w14:textId="77777777" w:rsidR="00A41521" w:rsidRPr="005F4643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con attenzione all’individualizzazione del percorso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0ED5460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6EC4FD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2BEAD29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805EC7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164E5526" w14:textId="77777777"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</w:p>
        </w:tc>
      </w:tr>
      <w:tr w:rsidR="00A41521" w:rsidRPr="005F4643" w14:paraId="69C2B26D" w14:textId="77777777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05EFA4E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6B5864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con attenzione alla personalizzazione del percorso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7CED7369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 □ Presente</w:t>
            </w:r>
          </w:p>
          <w:p w14:paraId="3C717BA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8A0AC5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6FFC80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4DA90F7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055E1106" w14:textId="77777777" w:rsidTr="00B21711">
        <w:trPr>
          <w:jc w:val="center"/>
        </w:trPr>
        <w:tc>
          <w:tcPr>
            <w:tcW w:w="98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D43DEE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FCB45E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usando strategie didattiche di rinforzo e implementazione dell’apprendimento (supporto alla comunicazione verbale, strategie logico-visive, feedback, incoraggiamento alla partecipazione, ecc.)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44627E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275B97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958B6F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B6FE61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4ED9E6D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87925E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AAF4B41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E6FBFE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06D9E948" w14:textId="77777777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14:paraId="04BFCD2E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4D2F017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assegnando compiti coerenti rispetto alle attività svolte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F578B4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7C869E8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37C46F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1BAFB8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14:paraId="5D50FBD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70D72CE5" w14:textId="77777777" w:rsidR="00A41521" w:rsidRPr="005F4643" w:rsidRDefault="00A41521" w:rsidP="00A41521">
      <w:pPr>
        <w:rPr>
          <w:rFonts w:cs="Calibri"/>
          <w:sz w:val="20"/>
          <w:szCs w:val="20"/>
        </w:rPr>
      </w:pPr>
    </w:p>
    <w:p w14:paraId="09E240CF" w14:textId="77777777" w:rsidR="00A41521" w:rsidRPr="005F4643" w:rsidRDefault="00A41521" w:rsidP="00A41521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F4643">
        <w:rPr>
          <w:rFonts w:cs="Calibri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3133"/>
        <w:gridCol w:w="3133"/>
        <w:gridCol w:w="2815"/>
      </w:tblGrid>
      <w:tr w:rsidR="00A41521" w:rsidRPr="005F4643" w14:paraId="04CF446B" w14:textId="77777777" w:rsidTr="00B21711">
        <w:trPr>
          <w:jc w:val="center"/>
        </w:trPr>
        <w:tc>
          <w:tcPr>
            <w:tcW w:w="10773" w:type="dxa"/>
            <w:gridSpan w:val="4"/>
            <w:shd w:val="clear" w:color="auto" w:fill="D9D9D9"/>
          </w:tcPr>
          <w:p w14:paraId="47DD032A" w14:textId="77777777" w:rsidR="00A41521" w:rsidRPr="005F4643" w:rsidRDefault="00A41521" w:rsidP="007B0E7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F4643">
              <w:rPr>
                <w:rFonts w:cs="Calibri"/>
                <w:b/>
                <w:sz w:val="20"/>
                <w:szCs w:val="20"/>
              </w:rPr>
              <w:lastRenderedPageBreak/>
              <w:t>Processi di valutazione</w:t>
            </w:r>
          </w:p>
        </w:tc>
      </w:tr>
      <w:tr w:rsidR="00A41521" w:rsidRPr="005F4643" w14:paraId="17ADF6EB" w14:textId="77777777" w:rsidTr="00B21711">
        <w:trPr>
          <w:jc w:val="center"/>
        </w:trPr>
        <w:tc>
          <w:tcPr>
            <w:tcW w:w="1692" w:type="dxa"/>
            <w:shd w:val="clear" w:color="auto" w:fill="D9D9D9"/>
            <w:vAlign w:val="center"/>
          </w:tcPr>
          <w:p w14:paraId="1E806E67" w14:textId="77777777"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14:paraId="40181B5E" w14:textId="77777777"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14:paraId="77DEB698" w14:textId="77777777"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2815" w:type="dxa"/>
            <w:shd w:val="clear" w:color="auto" w:fill="D9D9D9"/>
            <w:vAlign w:val="center"/>
          </w:tcPr>
          <w:p w14:paraId="360FD011" w14:textId="77777777"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41521" w:rsidRPr="005F4643" w14:paraId="2F9B6A56" w14:textId="77777777" w:rsidTr="00B21711">
        <w:trPr>
          <w:jc w:val="center"/>
        </w:trPr>
        <w:tc>
          <w:tcPr>
            <w:tcW w:w="1692" w:type="dxa"/>
            <w:vMerge w:val="restart"/>
            <w:shd w:val="clear" w:color="auto" w:fill="auto"/>
          </w:tcPr>
          <w:p w14:paraId="07E6479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Il docente SOS contribuisce a valutare i risultati di apprendimento</w:t>
            </w:r>
          </w:p>
        </w:tc>
        <w:tc>
          <w:tcPr>
            <w:tcW w:w="3133" w:type="dxa"/>
          </w:tcPr>
          <w:p w14:paraId="2854A0B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rispettando ed eventualmente integrando le tipologie di prove e i criteri previsti dal collegio docenti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51A5EC1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55FDC6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996C99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8C0507E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24DCB2D0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1C4A28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647A6B59" w14:textId="77777777" w:rsidTr="00B21711">
        <w:trPr>
          <w:jc w:val="center"/>
        </w:trPr>
        <w:tc>
          <w:tcPr>
            <w:tcW w:w="1692" w:type="dxa"/>
            <w:vMerge/>
            <w:shd w:val="clear" w:color="auto" w:fill="auto"/>
          </w:tcPr>
          <w:p w14:paraId="784B2A8C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6AC3DB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adattando, assieme all’insegnate curricolare e alle altre figure, le tipologie di verifica formalizzate al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8C93F52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B8F078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9209E9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371952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5772A6EB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7E795F50" w14:textId="77777777" w:rsidTr="00B21711">
        <w:trPr>
          <w:jc w:val="center"/>
        </w:trPr>
        <w:tc>
          <w:tcPr>
            <w:tcW w:w="169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775175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20D2E8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proofErr w:type="spellStart"/>
            <w:r w:rsidRPr="005F4643">
              <w:rPr>
                <w:rFonts w:eastAsia="Arial" w:cs="Calibri"/>
                <w:sz w:val="20"/>
                <w:szCs w:val="20"/>
              </w:rPr>
              <w:t>coprogettando</w:t>
            </w:r>
            <w:proofErr w:type="spellEnd"/>
            <w:r w:rsidRPr="005F4643">
              <w:rPr>
                <w:rFonts w:eastAsia="Arial" w:cs="Calibri"/>
                <w:sz w:val="20"/>
                <w:szCs w:val="20"/>
              </w:rPr>
              <w:t xml:space="preserve"> le prove con l’insegnante curricolare e le eventuali altre figure di riferimento in stretto raccordo con gli obiettivi previsti dai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7EC00880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8130DB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7E01D8A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7E18132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11261ED4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02FD018C" w14:textId="77777777" w:rsidTr="00B21711">
        <w:trPr>
          <w:jc w:val="center"/>
        </w:trPr>
        <w:tc>
          <w:tcPr>
            <w:tcW w:w="169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14A7807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0EB50A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tenendo conto dei PDP degli alunni con DSA e degli eventuali PDP e comunque delle caratteristiche degli alunni con altre tipologie di BES, al fine dell’adozione degli appropriati strumenti compensativi e misure dispensative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0E82D62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4C5ED08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C7227D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26EBB9E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1D2080E1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5375D60B" w14:textId="77777777" w:rsidTr="00B21711">
        <w:trPr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14:paraId="3F31081D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711197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per le prove scritte, scritto/grafiche, pratiche predisponendo e allegando alle prove specifiche griglie di valutazione correlate al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60B3F1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880A3D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A1AF97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7E18CE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62E70348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7F8393CF" w14:textId="77777777" w:rsidTr="00B21711">
        <w:trPr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14:paraId="6AA14B9F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48DEF49E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C5B33C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41DE461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733B04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4FF72E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36E80E91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6FC43F20" w14:textId="77777777" w:rsidTr="00B21711">
        <w:trPr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14:paraId="75CA62CF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03D8DB7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evidenziando il raggiungimento degli eventuali obiettivi di apprendimento propri del percorso di educazione civica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0472A2B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CD8017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45BE2A85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B7211CD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5221A503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226C642E" w14:textId="77777777" w:rsidTr="00B21711">
        <w:trPr>
          <w:jc w:val="center"/>
        </w:trPr>
        <w:tc>
          <w:tcPr>
            <w:tcW w:w="1692" w:type="dxa"/>
            <w:tcBorders>
              <w:bottom w:val="nil"/>
            </w:tcBorders>
            <w:shd w:val="clear" w:color="auto" w:fill="auto"/>
          </w:tcPr>
          <w:p w14:paraId="56B6A310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Il docente SOS contribuisce a valutare le competenze trasversali presenti nel PEI</w:t>
            </w:r>
          </w:p>
        </w:tc>
        <w:tc>
          <w:tcPr>
            <w:tcW w:w="3133" w:type="dxa"/>
          </w:tcPr>
          <w:p w14:paraId="379A812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adottando specifici strumenti di valutazione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D59243C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FCFE9B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644E14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B8225B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6AED0882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2A08C382" w14:textId="77777777" w:rsidTr="00B21711">
        <w:trPr>
          <w:jc w:val="center"/>
        </w:trPr>
        <w:tc>
          <w:tcPr>
            <w:tcW w:w="169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34C036A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62BD70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nel confronto collegiale coi colleghi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5AE4A8AA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127776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21C3E46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08DE271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5E34C8D0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14:paraId="6108E1CB" w14:textId="77777777" w:rsidTr="00B21711">
        <w:trPr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14:paraId="2D411F67" w14:textId="77777777"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365E8FB4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desumendo il grado di raggiungimento delle stesse attraverso l’osservazione sistematica e l’analisi delle verifiche svolte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64BBCBB3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3826DAB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DB5F238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81A118F" w14:textId="77777777"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14:paraId="3B204BCE" w14:textId="77777777"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2CCB1F49" w14:textId="77777777" w:rsidR="00A41521" w:rsidRPr="00DF0EE7" w:rsidRDefault="00A41521" w:rsidP="00A41521">
      <w:pPr>
        <w:spacing w:after="120" w:line="240" w:lineRule="auto"/>
        <w:jc w:val="right"/>
        <w:rPr>
          <w:rFonts w:cs="Calibri"/>
          <w:sz w:val="20"/>
          <w:szCs w:val="20"/>
        </w:rPr>
      </w:pPr>
    </w:p>
    <w:p w14:paraId="077BF4A3" w14:textId="77777777" w:rsidR="00A41521" w:rsidRPr="00DF0EE7" w:rsidRDefault="00A41521" w:rsidP="00A41521">
      <w:pPr>
        <w:spacing w:after="120" w:line="240" w:lineRule="auto"/>
        <w:jc w:val="both"/>
        <w:rPr>
          <w:rFonts w:cs="Calibri"/>
        </w:rPr>
      </w:pPr>
    </w:p>
    <w:p w14:paraId="5856DDC7" w14:textId="77777777" w:rsidR="00A41521" w:rsidRPr="00DF0EE7" w:rsidRDefault="00A41521" w:rsidP="00987807">
      <w:pPr>
        <w:spacing w:after="120" w:line="240" w:lineRule="auto"/>
        <w:jc w:val="both"/>
        <w:rPr>
          <w:rFonts w:cs="Calibri"/>
        </w:rPr>
      </w:pPr>
    </w:p>
    <w:sectPr w:rsidR="00A41521" w:rsidRPr="00DF0EE7" w:rsidSect="00CF4F4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0CE4D" w14:textId="77777777" w:rsidR="00CF4F4E" w:rsidRDefault="00CF4F4E" w:rsidP="001D4A59">
      <w:pPr>
        <w:spacing w:after="0" w:line="240" w:lineRule="auto"/>
      </w:pPr>
      <w:r>
        <w:separator/>
      </w:r>
    </w:p>
  </w:endnote>
  <w:endnote w:type="continuationSeparator" w:id="0">
    <w:p w14:paraId="3F0FB02A" w14:textId="77777777" w:rsidR="00CF4F4E" w:rsidRDefault="00CF4F4E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BC8E" w14:textId="77777777" w:rsidR="00704608" w:rsidRDefault="0070460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F7E2D">
      <w:rPr>
        <w:noProof/>
      </w:rPr>
      <w:t>5</w:t>
    </w:r>
    <w:r>
      <w:fldChar w:fldCharType="end"/>
    </w:r>
  </w:p>
  <w:p w14:paraId="7B3F3DFE" w14:textId="77777777" w:rsidR="00704608" w:rsidRDefault="007046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D981" w14:textId="77777777" w:rsidR="00CF4F4E" w:rsidRDefault="00CF4F4E" w:rsidP="001D4A59">
      <w:pPr>
        <w:spacing w:after="0" w:line="240" w:lineRule="auto"/>
      </w:pPr>
      <w:r>
        <w:separator/>
      </w:r>
    </w:p>
  </w:footnote>
  <w:footnote w:type="continuationSeparator" w:id="0">
    <w:p w14:paraId="0159CD60" w14:textId="77777777" w:rsidR="00CF4F4E" w:rsidRDefault="00CF4F4E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0B6CF" w14:textId="22BA6F5C" w:rsidR="00AA08B9" w:rsidRPr="006B066F" w:rsidRDefault="00A41521" w:rsidP="00AA08B9">
    <w:pPr>
      <w:pStyle w:val="intestaz1"/>
      <w:spacing w:after="0" w:line="216" w:lineRule="auto"/>
      <w:rPr>
        <w:rFonts w:ascii="Palace Script MT" w:hAnsi="Palace Script MT"/>
        <w:b/>
        <w:sz w:val="44"/>
        <w:szCs w:val="44"/>
      </w:rPr>
    </w:pPr>
    <w:r>
      <w:rPr>
        <w:noProof/>
        <w:sz w:val="13"/>
        <w:szCs w:val="13"/>
        <w:lang w:eastAsia="it-IT"/>
      </w:rPr>
      <w:drawing>
        <wp:inline distT="0" distB="0" distL="0" distR="0" wp14:anchorId="5155C2B1" wp14:editId="5B77EC8B">
          <wp:extent cx="400050" cy="469900"/>
          <wp:effectExtent l="0" t="0" r="0" b="0"/>
          <wp:docPr id="1" name="Immagine 1" descr="Repubblica italiana (lo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epubblica italiana (log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5D01">
      <w:rPr>
        <w:sz w:val="13"/>
        <w:szCs w:val="13"/>
      </w:rPr>
      <w:br/>
    </w:r>
    <w:r w:rsidR="00935D01" w:rsidRPr="006B066F">
      <w:rPr>
        <w:rFonts w:ascii="Palace Script MT" w:hAnsi="Palace Script MT"/>
        <w:b/>
        <w:sz w:val="48"/>
        <w:szCs w:val="48"/>
      </w:rPr>
      <w:t>Ministero dell’Istruzione</w:t>
    </w:r>
  </w:p>
  <w:p w14:paraId="4071CE5C" w14:textId="468C95B5" w:rsidR="00935D01" w:rsidRPr="006B066F" w:rsidRDefault="00935D01" w:rsidP="00935D01">
    <w:pPr>
      <w:pStyle w:val="intestaz1"/>
      <w:spacing w:after="0"/>
      <w:rPr>
        <w:rFonts w:ascii="Palace Script MT" w:hAnsi="Palace Script MT"/>
        <w:b/>
        <w:sz w:val="44"/>
        <w:szCs w:val="44"/>
      </w:rPr>
    </w:pPr>
  </w:p>
  <w:p w14:paraId="69066ADF" w14:textId="77777777" w:rsidR="00704608" w:rsidRDefault="007046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5A"/>
    <w:rsid w:val="0001365A"/>
    <w:rsid w:val="00021381"/>
    <w:rsid w:val="0002168B"/>
    <w:rsid w:val="0006582F"/>
    <w:rsid w:val="000A08A7"/>
    <w:rsid w:val="000B22DF"/>
    <w:rsid w:val="000D27F2"/>
    <w:rsid w:val="000D7108"/>
    <w:rsid w:val="0012067C"/>
    <w:rsid w:val="00126BD7"/>
    <w:rsid w:val="0013064A"/>
    <w:rsid w:val="00141B52"/>
    <w:rsid w:val="00146E46"/>
    <w:rsid w:val="00174B28"/>
    <w:rsid w:val="001769A8"/>
    <w:rsid w:val="0019461B"/>
    <w:rsid w:val="001D4A59"/>
    <w:rsid w:val="001E083B"/>
    <w:rsid w:val="001E748A"/>
    <w:rsid w:val="00214407"/>
    <w:rsid w:val="00217373"/>
    <w:rsid w:val="002D2181"/>
    <w:rsid w:val="002E01AE"/>
    <w:rsid w:val="0031587F"/>
    <w:rsid w:val="00322594"/>
    <w:rsid w:val="003708AE"/>
    <w:rsid w:val="00391866"/>
    <w:rsid w:val="00393978"/>
    <w:rsid w:val="00397C8B"/>
    <w:rsid w:val="003F161B"/>
    <w:rsid w:val="00403D0C"/>
    <w:rsid w:val="004F2688"/>
    <w:rsid w:val="00500953"/>
    <w:rsid w:val="00505A5E"/>
    <w:rsid w:val="00511BB3"/>
    <w:rsid w:val="005E191F"/>
    <w:rsid w:val="005E3343"/>
    <w:rsid w:val="005E3FE3"/>
    <w:rsid w:val="006249BA"/>
    <w:rsid w:val="006815B2"/>
    <w:rsid w:val="006C7908"/>
    <w:rsid w:val="006E664A"/>
    <w:rsid w:val="006F5F8D"/>
    <w:rsid w:val="00704608"/>
    <w:rsid w:val="007A1988"/>
    <w:rsid w:val="007B23C0"/>
    <w:rsid w:val="007B4689"/>
    <w:rsid w:val="007B692B"/>
    <w:rsid w:val="007D7839"/>
    <w:rsid w:val="008077F5"/>
    <w:rsid w:val="008127DF"/>
    <w:rsid w:val="00826C0B"/>
    <w:rsid w:val="00835E42"/>
    <w:rsid w:val="008416F7"/>
    <w:rsid w:val="00857E42"/>
    <w:rsid w:val="008678ED"/>
    <w:rsid w:val="008763A5"/>
    <w:rsid w:val="008A58CB"/>
    <w:rsid w:val="008B206D"/>
    <w:rsid w:val="008C057E"/>
    <w:rsid w:val="008E2C31"/>
    <w:rsid w:val="008F0DE3"/>
    <w:rsid w:val="00911E19"/>
    <w:rsid w:val="00935D01"/>
    <w:rsid w:val="00983353"/>
    <w:rsid w:val="00987807"/>
    <w:rsid w:val="009A2509"/>
    <w:rsid w:val="009B4398"/>
    <w:rsid w:val="00A047D1"/>
    <w:rsid w:val="00A41521"/>
    <w:rsid w:val="00A6323D"/>
    <w:rsid w:val="00A645A6"/>
    <w:rsid w:val="00A65F53"/>
    <w:rsid w:val="00A83E1D"/>
    <w:rsid w:val="00AA08B9"/>
    <w:rsid w:val="00AA25FA"/>
    <w:rsid w:val="00AA2732"/>
    <w:rsid w:val="00AC7027"/>
    <w:rsid w:val="00AC779C"/>
    <w:rsid w:val="00AD232D"/>
    <w:rsid w:val="00AF7E2D"/>
    <w:rsid w:val="00B21711"/>
    <w:rsid w:val="00B21BC0"/>
    <w:rsid w:val="00B456E5"/>
    <w:rsid w:val="00B9081E"/>
    <w:rsid w:val="00BA2F83"/>
    <w:rsid w:val="00BA3C4A"/>
    <w:rsid w:val="00BB4150"/>
    <w:rsid w:val="00BC31F6"/>
    <w:rsid w:val="00C21444"/>
    <w:rsid w:val="00C67900"/>
    <w:rsid w:val="00CB67B9"/>
    <w:rsid w:val="00CC034C"/>
    <w:rsid w:val="00CD1EA7"/>
    <w:rsid w:val="00CF4F4E"/>
    <w:rsid w:val="00D14F04"/>
    <w:rsid w:val="00D738A7"/>
    <w:rsid w:val="00DF0EE7"/>
    <w:rsid w:val="00E23EBA"/>
    <w:rsid w:val="00E33019"/>
    <w:rsid w:val="00E35885"/>
    <w:rsid w:val="00E831E7"/>
    <w:rsid w:val="00E966DC"/>
    <w:rsid w:val="00EC6F55"/>
    <w:rsid w:val="00EE2733"/>
    <w:rsid w:val="00F5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FEB676"/>
  <w15:docId w15:val="{D2499386-A8F5-4FC8-9B8F-42C73011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="Cambria" w:eastAsia="MS Gothic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="Cambria" w:eastAsia="MS Gothic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"/>
    <w:rPr>
      <w:rFonts w:ascii="Cambria" w:eastAsia="MS Gothic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"/>
    <w:rPr>
      <w:rFonts w:ascii="Cambria" w:eastAsia="MS Gothic" w:hAnsi="Cambria" w:cs="Times New Roman"/>
      <w:b/>
      <w:bCs/>
      <w:i/>
      <w:iCs/>
      <w:color w:val="4F81BD"/>
    </w:rPr>
  </w:style>
  <w:style w:type="character" w:customStyle="1" w:styleId="Titolo5Carattere">
    <w:name w:val="Titolo 5 Carattere"/>
    <w:link w:val="Titolo5"/>
    <w:uiPriority w:val="9"/>
    <w:rPr>
      <w:rFonts w:ascii="Cambria" w:eastAsia="MS Gothic" w:hAnsi="Cambria" w:cs="Times New Roman"/>
      <w:color w:val="243F60"/>
    </w:rPr>
  </w:style>
  <w:style w:type="character" w:customStyle="1" w:styleId="Titolo6Carattere">
    <w:name w:val="Titolo 6 Carattere"/>
    <w:link w:val="Titolo6"/>
    <w:uiPriority w:val="9"/>
    <w:rPr>
      <w:rFonts w:ascii="Cambria" w:eastAsia="MS Gothic" w:hAnsi="Cambria" w:cs="Times New Roman"/>
      <w:i/>
      <w:iCs/>
      <w:color w:val="243F60"/>
    </w:rPr>
  </w:style>
  <w:style w:type="character" w:customStyle="1" w:styleId="Titolo7Carattere">
    <w:name w:val="Titolo 7 Carattere"/>
    <w:link w:val="Titolo7"/>
    <w:uiPriority w:val="9"/>
    <w:rPr>
      <w:rFonts w:ascii="Cambria" w:eastAsia="MS Gothic" w:hAnsi="Cambria" w:cs="Times New Roman"/>
      <w:i/>
      <w:iCs/>
      <w:color w:val="404040"/>
    </w:rPr>
  </w:style>
  <w:style w:type="character" w:customStyle="1" w:styleId="Titolo8Carattere">
    <w:name w:val="Titolo 8 Carattere"/>
    <w:link w:val="Titolo8"/>
    <w:uiPriority w:val="9"/>
    <w:rPr>
      <w:rFonts w:ascii="Cambria" w:eastAsia="MS Gothic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link w:val="Titolo9"/>
    <w:uiPriority w:val="9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="Cambria" w:eastAsia="MS Gothic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Pr>
      <w:rFonts w:ascii="Cambria" w:eastAsia="MS Gothic" w:hAnsi="Cambria" w:cs="Times New Roman"/>
      <w:i/>
      <w:iCs/>
      <w:color w:val="4F81BD"/>
      <w:spacing w:val="15"/>
      <w:sz w:val="24"/>
      <w:szCs w:val="24"/>
    </w:rPr>
  </w:style>
  <w:style w:type="character" w:styleId="Enfasidelicata">
    <w:name w:val="Subtle Emphasis"/>
    <w:uiPriority w:val="19"/>
    <w:qFormat/>
    <w:rPr>
      <w:i/>
      <w:iCs/>
      <w:color w:val="808080"/>
    </w:rPr>
  </w:style>
  <w:style w:type="character" w:styleId="Enfasicorsivo">
    <w:name w:val="Emphasis"/>
    <w:uiPriority w:val="20"/>
    <w:qFormat/>
    <w:rPr>
      <w:i/>
      <w:iCs/>
    </w:rPr>
  </w:style>
  <w:style w:type="character" w:styleId="Enfasiintensa">
    <w:name w:val="Intense Emphasis"/>
    <w:uiPriority w:val="21"/>
    <w:qFormat/>
    <w:rPr>
      <w:b/>
      <w:bCs/>
      <w:i/>
      <w:iCs/>
      <w:color w:val="4F81BD"/>
    </w:rPr>
  </w:style>
  <w:style w:type="character" w:styleId="Enfasigrassetto">
    <w:name w:val="Strong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/>
    </w:rPr>
  </w:style>
  <w:style w:type="character" w:customStyle="1" w:styleId="CitazioneCarattere">
    <w:name w:val="Citazione Carattere"/>
    <w:link w:val="Citazione"/>
    <w:uiPriority w:val="29"/>
    <w:rPr>
      <w:i/>
      <w:iCs/>
      <w:color w:val="00000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Pr>
      <w:b/>
      <w:bCs/>
      <w:i/>
      <w:iCs/>
      <w:color w:val="4F81BD"/>
    </w:rPr>
  </w:style>
  <w:style w:type="character" w:styleId="Riferimentodelicato">
    <w:name w:val="Subtle Reference"/>
    <w:uiPriority w:val="31"/>
    <w:qFormat/>
    <w:rPr>
      <w:smallCaps/>
      <w:color w:val="C0504D"/>
      <w:u w:val="single"/>
    </w:rPr>
  </w:style>
  <w:style w:type="character" w:styleId="Riferimentointenso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Titolodellibro">
    <w:name w:val="Book Title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uiPriority w:val="99"/>
    <w:unhideWhenUsed/>
    <w:rPr>
      <w:color w:val="0000FF"/>
      <w:u w:val="single"/>
    </w:rPr>
  </w:style>
  <w:style w:type="character" w:styleId="Collegamentovisitato">
    <w:name w:val="FollowedHyperlink"/>
    <w:uiPriority w:val="99"/>
    <w:unhideWhenUsed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176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  <w:style w:type="paragraph" w:styleId="Didascalia">
    <w:name w:val="caption"/>
    <w:basedOn w:val="Normale"/>
    <w:next w:val="Normale"/>
    <w:qFormat/>
    <w:rsid w:val="00AF7E2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intestaz1">
    <w:name w:val="intestaz1"/>
    <w:basedOn w:val="Normale"/>
    <w:rsid w:val="00935D01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spettore%20USR\Anni%20di%20pova%20202122\Griglia%20osservazione%20docent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5AB7F3EB30B54988EC6A633916B1EA" ma:contentTypeVersion="17" ma:contentTypeDescription="Creare un nuovo documento." ma:contentTypeScope="" ma:versionID="33aa89d9d9a8d09ae89ec7dd984f8064">
  <xsd:schema xmlns:xsd="http://www.w3.org/2001/XMLSchema" xmlns:xs="http://www.w3.org/2001/XMLSchema" xmlns:p="http://schemas.microsoft.com/office/2006/metadata/properties" xmlns:ns2="65f3d0ed-a517-4cc2-8d85-3f3b0f89f380" xmlns:ns3="7f40ba01-8984-43ef-9c48-57dd13317510" targetNamespace="http://schemas.microsoft.com/office/2006/metadata/properties" ma:root="true" ma:fieldsID="c4e01b8a086bb25d5fc18e16ed13f1da" ns2:_="" ns3:_="">
    <xsd:import namespace="65f3d0ed-a517-4cc2-8d85-3f3b0f89f380"/>
    <xsd:import namespace="7f40ba01-8984-43ef-9c48-57dd13317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0ed-a517-4cc2-8d85-3f3b0f89f3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a087d216-9da7-4ca6-a432-9e625d0d4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0ba01-8984-43ef-9c48-57dd13317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4785ee9-8684-41cf-b7ca-d094007c099b}" ma:internalName="TaxCatchAll" ma:showField="CatchAllData" ma:web="7f40ba01-8984-43ef-9c48-57dd13317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40ba01-8984-43ef-9c48-57dd13317510" xsi:nil="true"/>
    <lcf76f155ced4ddcb4097134ff3c332f xmlns="65f3d0ed-a517-4cc2-8d85-3f3b0f89f38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40B4A6-C5E5-1047-BBE7-31EDE80CE2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9782F-0193-4CFF-B444-E3BDD7F48C45}"/>
</file>

<file path=customXml/itemProps3.xml><?xml version="1.0" encoding="utf-8"?>
<ds:datastoreItem xmlns:ds="http://schemas.openxmlformats.org/officeDocument/2006/customXml" ds:itemID="{67892330-B912-46B3-A283-9783F3E9D107}"/>
</file>

<file path=customXml/itemProps4.xml><?xml version="1.0" encoding="utf-8"?>
<ds:datastoreItem xmlns:ds="http://schemas.openxmlformats.org/officeDocument/2006/customXml" ds:itemID="{0611121D-3D9A-4846-916F-0DD788B14478}"/>
</file>

<file path=docProps/app.xml><?xml version="1.0" encoding="utf-8"?>
<Properties xmlns="http://schemas.openxmlformats.org/officeDocument/2006/extended-properties" xmlns:vt="http://schemas.openxmlformats.org/officeDocument/2006/docPropsVTypes">
  <Template>Griglia osservazione docenti</Template>
  <TotalTime>11</TotalTime>
  <Pages>5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subject/>
  <dc:creator>MI</dc:creator>
  <cp:keywords/>
  <cp:lastModifiedBy>Bruschi Max</cp:lastModifiedBy>
  <cp:revision>7</cp:revision>
  <cp:lastPrinted>2024-03-04T16:58:00Z</cp:lastPrinted>
  <dcterms:created xsi:type="dcterms:W3CDTF">2023-01-18T12:23:00Z</dcterms:created>
  <dcterms:modified xsi:type="dcterms:W3CDTF">2024-03-18T09:04:00Z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0x010100C85AB7F3EB30B54988EC6A633916B1EA</vt:lpwstr>
  </property>
</Properties>
</file>